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0E7" w:rsidRPr="00D5561E" w:rsidRDefault="004250E7" w:rsidP="00D55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5561E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4250E7" w:rsidRPr="00D5561E" w:rsidRDefault="004250E7" w:rsidP="00D5561E">
      <w:pPr>
        <w:suppressAutoHyphens/>
        <w:autoSpaceDE w:val="0"/>
        <w:ind w:left="4248" w:firstLine="708"/>
        <w:jc w:val="right"/>
        <w:outlineLvl w:val="1"/>
        <w:rPr>
          <w:rFonts w:ascii="Times New Roman" w:hAnsi="Times New Roman" w:cs="Times New Roman"/>
          <w:sz w:val="24"/>
          <w:szCs w:val="24"/>
          <w:lang w:eastAsia="ar-SA"/>
        </w:rPr>
      </w:pPr>
      <w:r w:rsidRPr="00D5561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4250E7" w:rsidRPr="00D5561E" w:rsidRDefault="004250E7" w:rsidP="00D5561E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5561E">
        <w:rPr>
          <w:rFonts w:ascii="Times New Roman" w:hAnsi="Times New Roman" w:cs="Times New Roman"/>
          <w:sz w:val="24"/>
          <w:szCs w:val="24"/>
          <w:lang w:eastAsia="en-US"/>
        </w:rPr>
        <w:t>- Градостроительный кодекс Российской Федерации от 29.12.2004 № 190-ФЗ («Российская газета» от 30 декабря 2004 г. № 290,  «Парламентская газета» от 14 января 2005 г. № 5-6, Собрание законодательства Российской Федерации от 3 января 2005 г.  №1 (часть I) ст. 16);</w:t>
      </w:r>
    </w:p>
    <w:p w:rsidR="004250E7" w:rsidRPr="00D5561E" w:rsidRDefault="004250E7" w:rsidP="00D5561E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5561E">
        <w:rPr>
          <w:rFonts w:ascii="Times New Roman" w:hAnsi="Times New Roman" w:cs="Times New Roman"/>
          <w:sz w:val="24"/>
          <w:szCs w:val="24"/>
          <w:lang w:eastAsia="en-US"/>
        </w:rPr>
        <w:t>- Земельный кодекс Российской Федерации от 25 октября 2001 № 136-ФЗ («Российская газета» от 30 октября 2001 г. № 211-212);</w:t>
      </w:r>
    </w:p>
    <w:p w:rsidR="004250E7" w:rsidRPr="00D5561E" w:rsidRDefault="004250E7" w:rsidP="00D5561E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5561E">
        <w:rPr>
          <w:rFonts w:ascii="Times New Roman" w:hAnsi="Times New Roman" w:cs="Times New Roman"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4250E7" w:rsidRPr="00D5561E" w:rsidRDefault="004250E7" w:rsidP="00D5561E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5561E">
        <w:rPr>
          <w:rFonts w:ascii="Times New Roman" w:hAnsi="Times New Roman" w:cs="Times New Roman"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4250E7" w:rsidRPr="00D5561E" w:rsidRDefault="004250E7" w:rsidP="00D5561E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5561E">
        <w:rPr>
          <w:rFonts w:ascii="Times New Roman" w:hAnsi="Times New Roman" w:cs="Times New Roman"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4250E7" w:rsidRPr="00D5561E" w:rsidRDefault="004250E7" w:rsidP="00D5561E">
      <w:pPr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5561E">
        <w:rPr>
          <w:rFonts w:ascii="Times New Roman" w:hAnsi="Times New Roman" w:cs="Times New Roman"/>
          <w:sz w:val="24"/>
          <w:szCs w:val="24"/>
        </w:rPr>
        <w:t xml:space="preserve">   </w:t>
      </w:r>
      <w:r w:rsidRPr="00D5561E">
        <w:rPr>
          <w:rFonts w:ascii="Times New Roman" w:hAnsi="Times New Roman" w:cs="Times New Roman"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4250E7" w:rsidRPr="00D5561E" w:rsidRDefault="004250E7" w:rsidP="00D5561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561E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4250E7" w:rsidRPr="00D5561E" w:rsidRDefault="004250E7" w:rsidP="00D5561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561E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250E7" w:rsidRPr="00D5561E" w:rsidRDefault="004250E7" w:rsidP="00D5561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561E"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hyperlink r:id="rId6" w:history="1">
        <w:r w:rsidRPr="00C854E3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eastAsia="en-US"/>
          </w:rPr>
          <w:t>постановление</w:t>
        </w:r>
      </w:hyperlink>
      <w:r w:rsidRPr="00C854E3">
        <w:rPr>
          <w:rFonts w:ascii="Times New Roman" w:hAnsi="Times New Roman" w:cs="Times New Roman"/>
          <w:sz w:val="24"/>
          <w:szCs w:val="24"/>
          <w:lang w:eastAsia="en-US"/>
        </w:rPr>
        <w:t xml:space="preserve">м </w:t>
      </w:r>
      <w:r w:rsidRPr="00D5561E">
        <w:rPr>
          <w:rFonts w:ascii="Times New Roman" w:hAnsi="Times New Roman" w:cs="Times New Roman"/>
          <w:sz w:val="24"/>
          <w:szCs w:val="24"/>
          <w:lang w:eastAsia="en-US"/>
        </w:rPr>
        <w:t xml:space="preserve"> Правительства Российской Федерации от 30.04.2014 № 403 «Об исчерпывающем перечне процедур в сфере жилищного строительства»    </w:t>
      </w:r>
      <w:r w:rsidRPr="00D5561E">
        <w:rPr>
          <w:rFonts w:ascii="Times New Roman" w:hAnsi="Times New Roman" w:cs="Times New Roman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4250E7" w:rsidRPr="00D5561E" w:rsidRDefault="004250E7" w:rsidP="00D5561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561E">
        <w:rPr>
          <w:rFonts w:ascii="Times New Roman" w:hAnsi="Times New Roman" w:cs="Times New Roman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4250E7" w:rsidRPr="00D5561E" w:rsidRDefault="004250E7" w:rsidP="00D5561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561E">
        <w:rPr>
          <w:rFonts w:ascii="Times New Roman" w:hAnsi="Times New Roman" w:cs="Times New Roman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4250E7" w:rsidRPr="00D5561E" w:rsidRDefault="004250E7" w:rsidP="00D5561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561E">
        <w:rPr>
          <w:rFonts w:ascii="Times New Roman" w:hAnsi="Times New Roman" w:cs="Times New Roman"/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4250E7" w:rsidRPr="00D5561E" w:rsidRDefault="004250E7" w:rsidP="00D5561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561E">
        <w:rPr>
          <w:rFonts w:ascii="Times New Roman" w:hAnsi="Times New Roman" w:cs="Times New Roman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4250E7" w:rsidRPr="00D5561E" w:rsidRDefault="004250E7" w:rsidP="00D5561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561E">
        <w:rPr>
          <w:rFonts w:ascii="Times New Roman" w:hAnsi="Times New Roman" w:cs="Times New Roman"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D5561E">
        <w:rPr>
          <w:rFonts w:ascii="Times New Roman" w:hAnsi="Times New Roman" w:cs="Times New Roman"/>
          <w:sz w:val="24"/>
          <w:szCs w:val="24"/>
        </w:rPr>
        <w:t>(«Курская правда», № 4-5, 11.01.2003);</w:t>
      </w:r>
    </w:p>
    <w:p w:rsidR="004250E7" w:rsidRPr="00D5561E" w:rsidRDefault="004250E7" w:rsidP="00D5561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61E">
        <w:rPr>
          <w:rFonts w:ascii="Times New Roman" w:hAnsi="Times New Roman" w:cs="Times New Roman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250E7" w:rsidRPr="00420C39" w:rsidRDefault="004250E7" w:rsidP="00C854E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854E3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Ленинского сельсовета Касторенского района Курской области № 81 от 22.10.2018 г. «Об утверждении порядка разработки и утверждения административных регламентов предоставления муниципальных услуг»;       </w:t>
      </w:r>
    </w:p>
    <w:bookmarkEnd w:id="0"/>
    <w:p w:rsidR="004250E7" w:rsidRPr="00C854E3" w:rsidRDefault="004250E7" w:rsidP="00C854E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4E3">
        <w:rPr>
          <w:rFonts w:ascii="Times New Roman" w:hAnsi="Times New Roman" w:cs="Times New Roman"/>
          <w:sz w:val="24"/>
          <w:szCs w:val="24"/>
        </w:rPr>
        <w:t>- Постановлением Администрации Ленинского сельсовета Касторенского района Курской области № 05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района Курской области»;</w:t>
      </w:r>
    </w:p>
    <w:p w:rsidR="004250E7" w:rsidRPr="00C854E3" w:rsidRDefault="004250E7" w:rsidP="00C854E3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54E3">
        <w:rPr>
          <w:rFonts w:ascii="Times New Roman" w:hAnsi="Times New Roman" w:cs="Times New Roman"/>
          <w:sz w:val="24"/>
          <w:szCs w:val="24"/>
        </w:rPr>
        <w:t xml:space="preserve"> - </w:t>
      </w:r>
      <w:r w:rsidRPr="00C854E3">
        <w:rPr>
          <w:rFonts w:ascii="Times New Roman" w:hAnsi="Times New Roman" w:cs="Times New Roman"/>
          <w:color w:val="000000"/>
          <w:sz w:val="24"/>
          <w:szCs w:val="24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4250E7" w:rsidRPr="00143F36" w:rsidRDefault="004250E7" w:rsidP="00C854E3"/>
    <w:p w:rsidR="004250E7" w:rsidRPr="00D5561E" w:rsidRDefault="004250E7" w:rsidP="00D5561E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250E7" w:rsidRPr="00D5561E" w:rsidRDefault="004250E7">
      <w:pPr>
        <w:rPr>
          <w:rFonts w:ascii="Times New Roman" w:hAnsi="Times New Roman" w:cs="Times New Roman"/>
        </w:rPr>
      </w:pPr>
    </w:p>
    <w:sectPr w:rsidR="004250E7" w:rsidRPr="00D5561E" w:rsidSect="005F393B"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0E7" w:rsidRDefault="004250E7">
      <w:pPr>
        <w:spacing w:after="0" w:line="240" w:lineRule="auto"/>
      </w:pPr>
      <w:r>
        <w:separator/>
      </w:r>
    </w:p>
  </w:endnote>
  <w:endnote w:type="continuationSeparator" w:id="0">
    <w:p w:rsidR="004250E7" w:rsidRDefault="00425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0E7" w:rsidRDefault="004250E7">
      <w:pPr>
        <w:spacing w:after="0" w:line="240" w:lineRule="auto"/>
      </w:pPr>
      <w:r>
        <w:separator/>
      </w:r>
    </w:p>
  </w:footnote>
  <w:footnote w:type="continuationSeparator" w:id="0">
    <w:p w:rsidR="004250E7" w:rsidRDefault="00425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0E7" w:rsidRPr="00645D60" w:rsidRDefault="004250E7" w:rsidP="00E569D5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645D60">
      <w:rPr>
        <w:rStyle w:val="PageNumber"/>
        <w:sz w:val="24"/>
        <w:szCs w:val="24"/>
      </w:rPr>
      <w:fldChar w:fldCharType="begin"/>
    </w:r>
    <w:r w:rsidRPr="00645D60">
      <w:rPr>
        <w:rStyle w:val="PageNumber"/>
        <w:sz w:val="24"/>
        <w:szCs w:val="24"/>
      </w:rPr>
      <w:instrText xml:space="preserve">PAGE  </w:instrText>
    </w:r>
    <w:r w:rsidRPr="00645D6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645D60">
      <w:rPr>
        <w:rStyle w:val="PageNumber"/>
        <w:sz w:val="24"/>
        <w:szCs w:val="24"/>
      </w:rPr>
      <w:fldChar w:fldCharType="end"/>
    </w:r>
  </w:p>
  <w:p w:rsidR="004250E7" w:rsidRDefault="004250E7" w:rsidP="00E569D5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61E"/>
    <w:rsid w:val="00143F36"/>
    <w:rsid w:val="00197C2A"/>
    <w:rsid w:val="00420C39"/>
    <w:rsid w:val="004250E7"/>
    <w:rsid w:val="004C259A"/>
    <w:rsid w:val="0056763B"/>
    <w:rsid w:val="005F393B"/>
    <w:rsid w:val="00645D60"/>
    <w:rsid w:val="006512B8"/>
    <w:rsid w:val="008329B1"/>
    <w:rsid w:val="00B90FCF"/>
    <w:rsid w:val="00C458CF"/>
    <w:rsid w:val="00C854E3"/>
    <w:rsid w:val="00D5561E"/>
    <w:rsid w:val="00E5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C2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5561E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5561E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D5561E"/>
  </w:style>
  <w:style w:type="character" w:styleId="Hyperlink">
    <w:name w:val="Hyperlink"/>
    <w:basedOn w:val="DefaultParagraphFont"/>
    <w:uiPriority w:val="99"/>
    <w:rsid w:val="00D5561E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D556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5561E"/>
    <w:rPr>
      <w:rFonts w:ascii="Arial" w:hAnsi="Arial" w:cs="Arial"/>
      <w:sz w:val="22"/>
      <w:szCs w:val="22"/>
      <w:lang w:val="ru-RU" w:eastAsia="ru-RU"/>
    </w:rPr>
  </w:style>
  <w:style w:type="character" w:styleId="Strong">
    <w:name w:val="Strong"/>
    <w:basedOn w:val="DefaultParagraphFont"/>
    <w:uiPriority w:val="99"/>
    <w:qFormat/>
    <w:rsid w:val="00D5561E"/>
    <w:rPr>
      <w:b/>
      <w:bCs/>
    </w:rPr>
  </w:style>
  <w:style w:type="paragraph" w:customStyle="1" w:styleId="ConsPlusTitle">
    <w:name w:val="ConsPlusTitle"/>
    <w:uiPriority w:val="99"/>
    <w:rsid w:val="00D5561E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Без интервала"/>
    <w:uiPriority w:val="99"/>
    <w:rsid w:val="00C854E3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23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715</Words>
  <Characters>4081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5</cp:revision>
  <dcterms:created xsi:type="dcterms:W3CDTF">2019-01-28T14:44:00Z</dcterms:created>
  <dcterms:modified xsi:type="dcterms:W3CDTF">2019-09-27T13:20:00Z</dcterms:modified>
</cp:coreProperties>
</file>