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8F" w:rsidRPr="00B777CA" w:rsidRDefault="00B9488F" w:rsidP="000F1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B9488F" w:rsidRPr="00B777CA" w:rsidRDefault="00B9488F" w:rsidP="00B777CA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B777CA">
        <w:rPr>
          <w:rFonts w:ascii="Times New Roman" w:hAnsi="Times New Roman" w:cs="Times New Roman"/>
          <w:kern w:val="2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B9488F" w:rsidRPr="00B777CA" w:rsidRDefault="00B9488F" w:rsidP="00B777C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B9488F" w:rsidRPr="00B777CA" w:rsidRDefault="00B9488F" w:rsidP="00B777C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B9488F" w:rsidRPr="00B777CA" w:rsidRDefault="00B9488F" w:rsidP="00B777C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-Земельным кодексом Российской Федерации от 25 октября 2001 года           № 136-ФЗ («Российская газета», № 211-212, 30.10.2001);</w:t>
      </w:r>
    </w:p>
    <w:p w:rsidR="00B9488F" w:rsidRPr="00B777CA" w:rsidRDefault="00B9488F" w:rsidP="00B777C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B9488F" w:rsidRPr="00B777CA" w:rsidRDefault="00B9488F" w:rsidP="00B777C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9488F" w:rsidRPr="00B777CA" w:rsidRDefault="00B9488F" w:rsidP="00B777C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B9488F" w:rsidRPr="00B777CA" w:rsidRDefault="00B9488F" w:rsidP="00B777C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B9488F" w:rsidRPr="00B777CA" w:rsidRDefault="00B9488F" w:rsidP="00B777C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B9488F" w:rsidRPr="00B777CA" w:rsidRDefault="00B9488F" w:rsidP="00B777CA">
      <w:pPr>
        <w:autoSpaceDN w:val="0"/>
        <w:ind w:firstLine="709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 w:rsidRPr="00B777CA">
        <w:rPr>
          <w:rFonts w:ascii="Times New Roman" w:hAnsi="Times New Roman" w:cs="Times New Roman"/>
          <w:kern w:val="3"/>
          <w:sz w:val="24"/>
          <w:szCs w:val="24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B9488F" w:rsidRPr="00B777CA" w:rsidRDefault="00B9488F" w:rsidP="00B777C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4" w:history="1">
        <w:r w:rsidRPr="00B777C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777CA">
        <w:rPr>
          <w:rFonts w:ascii="Times New Roman" w:hAnsi="Times New Roman" w:cs="Times New Roman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B9488F" w:rsidRPr="00B777CA" w:rsidRDefault="00B9488F" w:rsidP="00B777C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B9488F" w:rsidRPr="00B777CA" w:rsidRDefault="00B9488F" w:rsidP="00B77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B9488F" w:rsidRPr="00B777CA" w:rsidRDefault="00B9488F" w:rsidP="00B77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9488F" w:rsidRPr="00B777CA" w:rsidRDefault="00B9488F" w:rsidP="00B777CA">
      <w:pPr>
        <w:widowControl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 w:rsidRPr="00B777CA">
        <w:rPr>
          <w:rFonts w:ascii="Times New Roman" w:hAnsi="Times New Roman" w:cs="Times New Roman"/>
          <w:kern w:val="3"/>
          <w:sz w:val="24"/>
          <w:szCs w:val="24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B777CA">
          <w:rPr>
            <w:rFonts w:ascii="Times New Roman" w:hAnsi="Times New Roman" w:cs="Times New Roman"/>
            <w:kern w:val="3"/>
            <w:sz w:val="24"/>
            <w:szCs w:val="24"/>
          </w:rPr>
          <w:t>Постановление</w:t>
        </w:r>
      </w:hyperlink>
      <w:r w:rsidRPr="00B777CA">
        <w:rPr>
          <w:rFonts w:ascii="Times New Roman" w:hAnsi="Times New Roman" w:cs="Times New Roman"/>
          <w:kern w:val="3"/>
          <w:sz w:val="24"/>
          <w:szCs w:val="24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B9488F" w:rsidRPr="00B777CA" w:rsidRDefault="00B9488F" w:rsidP="00B777CA">
      <w:pPr>
        <w:widowControl w:val="0"/>
        <w:autoSpaceDN w:val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 w:rsidRPr="00B777CA">
        <w:rPr>
          <w:rFonts w:ascii="Times New Roman" w:hAnsi="Times New Roman" w:cs="Times New Roman"/>
          <w:kern w:val="3"/>
          <w:sz w:val="24"/>
          <w:szCs w:val="24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B777CA">
          <w:rPr>
            <w:rFonts w:ascii="Times New Roman" w:hAnsi="Times New Roman" w:cs="Times New Roman"/>
            <w:kern w:val="3"/>
            <w:sz w:val="24"/>
            <w:szCs w:val="24"/>
            <w:lang w:val="en-US"/>
          </w:rPr>
          <w:t>http</w:t>
        </w:r>
        <w:r w:rsidRPr="00B777CA">
          <w:rPr>
            <w:rFonts w:ascii="Times New Roman" w:hAnsi="Times New Roman" w:cs="Times New Roman"/>
            <w:kern w:val="3"/>
            <w:sz w:val="24"/>
            <w:szCs w:val="24"/>
          </w:rPr>
          <w:t>://</w:t>
        </w:r>
        <w:r w:rsidRPr="00B777CA">
          <w:rPr>
            <w:rFonts w:ascii="Times New Roman" w:hAnsi="Times New Roman" w:cs="Times New Roman"/>
            <w:kern w:val="3"/>
            <w:sz w:val="24"/>
            <w:szCs w:val="24"/>
            <w:lang w:val="en-US"/>
          </w:rPr>
          <w:t>www</w:t>
        </w:r>
        <w:r w:rsidRPr="00B777CA">
          <w:rPr>
            <w:rFonts w:ascii="Times New Roman" w:hAnsi="Times New Roman" w:cs="Times New Roman"/>
            <w:kern w:val="3"/>
            <w:sz w:val="24"/>
            <w:szCs w:val="24"/>
          </w:rPr>
          <w:t>.</w:t>
        </w:r>
        <w:r w:rsidRPr="00B777CA">
          <w:rPr>
            <w:rFonts w:ascii="Times New Roman" w:hAnsi="Times New Roman" w:cs="Times New Roman"/>
            <w:kern w:val="3"/>
            <w:sz w:val="24"/>
            <w:szCs w:val="24"/>
            <w:lang w:val="en-US"/>
          </w:rPr>
          <w:t>pravo</w:t>
        </w:r>
        <w:r w:rsidRPr="00B777CA">
          <w:rPr>
            <w:rFonts w:ascii="Times New Roman" w:hAnsi="Times New Roman" w:cs="Times New Roman"/>
            <w:kern w:val="3"/>
            <w:sz w:val="24"/>
            <w:szCs w:val="24"/>
          </w:rPr>
          <w:t>.</w:t>
        </w:r>
        <w:r w:rsidRPr="00B777CA">
          <w:rPr>
            <w:rFonts w:ascii="Times New Roman" w:hAnsi="Times New Roman" w:cs="Times New Roman"/>
            <w:kern w:val="3"/>
            <w:sz w:val="24"/>
            <w:szCs w:val="24"/>
            <w:lang w:val="en-US"/>
          </w:rPr>
          <w:t>gov</w:t>
        </w:r>
        <w:r w:rsidRPr="00B777CA">
          <w:rPr>
            <w:rFonts w:ascii="Times New Roman" w:hAnsi="Times New Roman" w:cs="Times New Roman"/>
            <w:kern w:val="3"/>
            <w:sz w:val="24"/>
            <w:szCs w:val="24"/>
          </w:rPr>
          <w:t>.</w:t>
        </w:r>
        <w:r w:rsidRPr="00B777CA">
          <w:rPr>
            <w:rFonts w:ascii="Times New Roman" w:hAnsi="Times New Roman" w:cs="Times New Roman"/>
            <w:kern w:val="3"/>
            <w:sz w:val="24"/>
            <w:szCs w:val="24"/>
            <w:lang w:val="en-US"/>
          </w:rPr>
          <w:t>ru</w:t>
        </w:r>
      </w:hyperlink>
      <w:r w:rsidRPr="00B777CA">
        <w:rPr>
          <w:rFonts w:ascii="Times New Roman" w:hAnsi="Times New Roman" w:cs="Times New Roman"/>
          <w:kern w:val="3"/>
          <w:sz w:val="24"/>
          <w:szCs w:val="24"/>
        </w:rPr>
        <w:t>, 28/02/2015);</w:t>
      </w:r>
    </w:p>
    <w:p w:rsidR="00B9488F" w:rsidRPr="00B777CA" w:rsidRDefault="00B9488F" w:rsidP="00B777CA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7" w:history="1">
        <w:r w:rsidRPr="00B777CA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B777CA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B9488F" w:rsidRPr="00B777CA" w:rsidRDefault="00B9488F" w:rsidP="00B77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B777CA">
        <w:rPr>
          <w:rFonts w:ascii="Times New Roman" w:hAnsi="Times New Roman" w:cs="Times New Roman"/>
          <w:sz w:val="24"/>
          <w:szCs w:val="24"/>
        </w:rPr>
        <w:t>З</w:t>
      </w:r>
      <w:r w:rsidRPr="00B777C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B9488F" w:rsidRPr="00B777CA" w:rsidRDefault="00B9488F" w:rsidP="00B777CA">
      <w:pPr>
        <w:ind w:firstLine="540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9488F" w:rsidRPr="00B777CA" w:rsidRDefault="00B9488F" w:rsidP="00B777CA">
      <w:pPr>
        <w:ind w:firstLine="540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>- Решение Представительного собрания Касторенского района Курской области от 24.11.2017г. N 21"Об утверждении коэффициентов, применяемых для определения арендной платы при аренде земельных участков, находящихся в государственной и муниципальной собственности на территории Касоренского района Курской области";</w:t>
      </w:r>
    </w:p>
    <w:p w:rsidR="00B9488F" w:rsidRPr="00B777CA" w:rsidRDefault="00B9488F" w:rsidP="00B777C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777CA">
        <w:rPr>
          <w:rStyle w:val="Strong"/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B777CA">
        <w:rPr>
          <w:rFonts w:ascii="Times New Roman" w:hAnsi="Times New Roman" w:cs="Times New Roman"/>
          <w:b w:val="0"/>
          <w:bCs w:val="0"/>
          <w:sz w:val="24"/>
          <w:szCs w:val="24"/>
        </w:rPr>
        <w:t>- Постановлением Администрации Ленинского сельсовета Касторенского района Курской области № 81 от 22.10.2018 г.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B9488F" w:rsidRPr="00B777CA" w:rsidRDefault="00B9488F" w:rsidP="00B777C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488F" w:rsidRPr="00B777CA" w:rsidRDefault="00B9488F" w:rsidP="00B777C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Ленинского сельсовета Касторенского района Курской области № 05  от 01.03.2013 г. «Об утверждении Положения об особенностях подачи и рассмотрения жалоб на решения и действия (бездействие) Администрации 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  района Курской области» </w:t>
      </w:r>
    </w:p>
    <w:p w:rsidR="00B9488F" w:rsidRPr="00B777CA" w:rsidRDefault="00B9488F" w:rsidP="00B777CA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7CA">
        <w:rPr>
          <w:rFonts w:ascii="Times New Roman" w:hAnsi="Times New Roman" w:cs="Times New Roman"/>
          <w:sz w:val="24"/>
          <w:szCs w:val="24"/>
        </w:rPr>
        <w:t xml:space="preserve">- </w:t>
      </w:r>
      <w:r w:rsidRPr="00B777CA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B9488F" w:rsidRPr="000F1557" w:rsidRDefault="00B9488F" w:rsidP="000F1557">
      <w:pPr>
        <w:tabs>
          <w:tab w:val="left" w:pos="709"/>
        </w:tabs>
        <w:spacing w:line="276" w:lineRule="atLeast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B9488F" w:rsidRPr="000F1557" w:rsidRDefault="00B9488F" w:rsidP="000F1557">
      <w:pPr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9488F" w:rsidRDefault="00B9488F" w:rsidP="000F1557">
      <w:pPr>
        <w:widowControl w:val="0"/>
        <w:ind w:firstLine="540"/>
        <w:jc w:val="both"/>
        <w:rPr>
          <w:sz w:val="28"/>
          <w:szCs w:val="28"/>
        </w:rPr>
      </w:pPr>
    </w:p>
    <w:p w:rsidR="00B9488F" w:rsidRDefault="00B9488F" w:rsidP="000F1557">
      <w:pPr>
        <w:widowControl w:val="0"/>
        <w:ind w:firstLine="720"/>
        <w:jc w:val="both"/>
        <w:rPr>
          <w:color w:val="00B050"/>
          <w:sz w:val="24"/>
          <w:szCs w:val="24"/>
          <w:lang w:eastAsia="en-US"/>
        </w:rPr>
      </w:pPr>
    </w:p>
    <w:p w:rsidR="00B9488F" w:rsidRDefault="00B9488F"/>
    <w:sectPr w:rsidR="00B9488F" w:rsidSect="00764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1557"/>
    <w:rsid w:val="000F1557"/>
    <w:rsid w:val="000F4EFE"/>
    <w:rsid w:val="001E5347"/>
    <w:rsid w:val="00224EE1"/>
    <w:rsid w:val="003377BF"/>
    <w:rsid w:val="004B377C"/>
    <w:rsid w:val="00764367"/>
    <w:rsid w:val="00B527E8"/>
    <w:rsid w:val="00B544BA"/>
    <w:rsid w:val="00B777CA"/>
    <w:rsid w:val="00B9488F"/>
    <w:rsid w:val="00ED1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6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F1557"/>
    <w:pPr>
      <w:widowControl w:val="0"/>
      <w:suppressAutoHyphens/>
      <w:overflowPunct w:val="0"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semiHidden/>
    <w:rsid w:val="000F15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0F1557"/>
    <w:rPr>
      <w:b/>
      <w:bCs/>
    </w:rPr>
  </w:style>
  <w:style w:type="paragraph" w:customStyle="1" w:styleId="a">
    <w:name w:val="Без интервала"/>
    <w:uiPriority w:val="99"/>
    <w:rsid w:val="00B777CA"/>
    <w:pPr>
      <w:suppressAutoHyphens/>
    </w:pPr>
    <w:rPr>
      <w:rFonts w:cs="Calibri"/>
      <w:lang w:eastAsia="ar-SA"/>
    </w:rPr>
  </w:style>
  <w:style w:type="paragraph" w:customStyle="1" w:styleId="CharChar">
    <w:name w:val="Char Char"/>
    <w:basedOn w:val="Normal"/>
    <w:uiPriority w:val="99"/>
    <w:rsid w:val="00B777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55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1020</Words>
  <Characters>5819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6</cp:revision>
  <dcterms:created xsi:type="dcterms:W3CDTF">2018-12-10T21:01:00Z</dcterms:created>
  <dcterms:modified xsi:type="dcterms:W3CDTF">2018-12-12T15:18:00Z</dcterms:modified>
</cp:coreProperties>
</file>