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F2E" w:rsidRPr="004F2095" w:rsidRDefault="00734F2E" w:rsidP="004F20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  <w:r w:rsidRPr="004F2095">
        <w:rPr>
          <w:rFonts w:ascii="Times New Roman" w:hAnsi="Times New Roman" w:cs="Times New Roman"/>
          <w:kern w:val="2"/>
          <w:sz w:val="24"/>
          <w:szCs w:val="24"/>
        </w:rPr>
        <w:tab/>
      </w:r>
    </w:p>
    <w:p w:rsidR="00734F2E" w:rsidRPr="004F2095" w:rsidRDefault="00734F2E" w:rsidP="004F209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r w:rsidRPr="004F2095">
        <w:rPr>
          <w:rFonts w:ascii="Times New Roman" w:hAnsi="Times New Roman" w:cs="Times New Roman"/>
          <w:sz w:val="24"/>
          <w:szCs w:val="24"/>
        </w:rPr>
        <w:t xml:space="preserve">муниципальной услуги осуществляется </w:t>
      </w:r>
      <w:r w:rsidRPr="004F2095">
        <w:rPr>
          <w:rFonts w:ascii="Times New Roman" w:hAnsi="Times New Roman" w:cs="Times New Roman"/>
          <w:sz w:val="24"/>
          <w:szCs w:val="24"/>
        </w:rPr>
        <w:br/>
        <w:t>в соответствии со следующими нормативными правовыми актами:</w:t>
      </w:r>
      <w:r w:rsidRPr="004F20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34F2E" w:rsidRPr="004F2095" w:rsidRDefault="00734F2E" w:rsidP="004F2095">
      <w:pPr>
        <w:tabs>
          <w:tab w:val="left" w:pos="7560"/>
          <w:tab w:val="left" w:pos="79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>Конституцией Российской Федерации («Российская газета», № 237, 25.12.1993);</w:t>
      </w:r>
    </w:p>
    <w:p w:rsidR="00734F2E" w:rsidRPr="004F2095" w:rsidRDefault="00734F2E" w:rsidP="004F2095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>Гражданским кодексом Российской Федерации от 30 ноября 1994 г.</w:t>
      </w:r>
      <w:r w:rsidRPr="004F2095">
        <w:rPr>
          <w:rFonts w:ascii="Times New Roman" w:hAnsi="Times New Roman" w:cs="Times New Roman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734F2E" w:rsidRPr="004F2095" w:rsidRDefault="00734F2E" w:rsidP="004F2095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734F2E" w:rsidRPr="004F2095" w:rsidRDefault="00734F2E" w:rsidP="004F2095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 xml:space="preserve">Федеральным законом от 18 июня 2001 г. № 78-ФЗ </w:t>
      </w:r>
      <w:r w:rsidRPr="004F2095">
        <w:rPr>
          <w:rFonts w:ascii="Times New Roman" w:hAnsi="Times New Roman" w:cs="Times New Roman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4F2095">
        <w:rPr>
          <w:rFonts w:ascii="Times New Roman" w:hAnsi="Times New Roman" w:cs="Times New Roman"/>
          <w:sz w:val="24"/>
          <w:szCs w:val="24"/>
        </w:rPr>
        <w:br/>
        <w:t>ст. 2582);</w:t>
      </w:r>
    </w:p>
    <w:p w:rsidR="00734F2E" w:rsidRPr="004F2095" w:rsidRDefault="00734F2E" w:rsidP="004F2095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734F2E" w:rsidRPr="004F2095" w:rsidRDefault="00734F2E" w:rsidP="004F2095">
      <w:pPr>
        <w:pStyle w:val="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734F2E" w:rsidRPr="004F2095" w:rsidRDefault="00734F2E" w:rsidP="004F2095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 xml:space="preserve">Федеральным законом от 24 июля 2007 г. № 221-ФЗ </w:t>
      </w:r>
      <w:r w:rsidRPr="004F2095">
        <w:rPr>
          <w:rFonts w:ascii="Times New Roman" w:hAnsi="Times New Roman" w:cs="Times New Roman"/>
          <w:sz w:val="24"/>
          <w:szCs w:val="24"/>
        </w:rPr>
        <w:br/>
        <w:t xml:space="preserve">«О кадастровой деятельности» («Российская газета», </w:t>
      </w:r>
      <w:r w:rsidRPr="004F2095">
        <w:rPr>
          <w:rFonts w:ascii="Times New Roman" w:hAnsi="Times New Roman" w:cs="Times New Roman"/>
          <w:sz w:val="24"/>
          <w:szCs w:val="24"/>
        </w:rPr>
        <w:br/>
        <w:t>№ 165, 01.08.2007 г., Собрание законодательства Российской Федерации, 2007 г., № 31 ст. 4017);</w:t>
      </w:r>
    </w:p>
    <w:p w:rsidR="00734F2E" w:rsidRPr="004F2095" w:rsidRDefault="00734F2E" w:rsidP="004F209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734F2E" w:rsidRPr="004F2095" w:rsidRDefault="00734F2E" w:rsidP="004F209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 xml:space="preserve">Законом Курской области от 04.01.2003 г. № 1-ЗКО </w:t>
      </w:r>
      <w:r w:rsidRPr="004F2095">
        <w:rPr>
          <w:rFonts w:ascii="Times New Roman" w:hAnsi="Times New Roman" w:cs="Times New Roman"/>
          <w:sz w:val="24"/>
          <w:szCs w:val="24"/>
        </w:rPr>
        <w:br/>
        <w:t>«Об административных правонарушениях в Курской области» («Курская правда» № 4-5, 11.01.2003 г, «Курск» № 3, 15.01.2003 г.);</w:t>
      </w:r>
    </w:p>
    <w:p w:rsidR="00734F2E" w:rsidRPr="004F2095" w:rsidRDefault="00734F2E" w:rsidP="004F2095">
      <w:pPr>
        <w:pStyle w:val="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4F2095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734F2E" w:rsidRPr="004F2095" w:rsidRDefault="00734F2E" w:rsidP="004F2095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>.Распоряжением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34F2E" w:rsidRPr="004F2095" w:rsidRDefault="00734F2E" w:rsidP="004F2095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Ленинского сельсовета Касторенского района Курской области № 81 от 22.10.2018 г. «Об утверждении порядка разработки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      </w:t>
      </w:r>
    </w:p>
    <w:p w:rsidR="00734F2E" w:rsidRPr="004F2095" w:rsidRDefault="00734F2E" w:rsidP="004F209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Ленинского сельсовета Касторенского района Курской области №05 от 01.03.2013 г. «Об утверждении Положения об особенностях подачи и рассмотрения жалоб на решения и действия (бездействие) Администрации  Ленинского сельсовета Касторенского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  района Курской области» </w:t>
      </w:r>
    </w:p>
    <w:p w:rsidR="00734F2E" w:rsidRPr="004F2095" w:rsidRDefault="00734F2E" w:rsidP="004F2095">
      <w:pPr>
        <w:pStyle w:val="a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F2095">
        <w:rPr>
          <w:rFonts w:ascii="Times New Roman" w:hAnsi="Times New Roman" w:cs="Times New Roman"/>
          <w:sz w:val="24"/>
          <w:szCs w:val="24"/>
        </w:rPr>
        <w:t xml:space="preserve">- </w:t>
      </w:r>
      <w:r w:rsidRPr="004F2095">
        <w:rPr>
          <w:rFonts w:ascii="Times New Roman" w:hAnsi="Times New Roman" w:cs="Times New Roman"/>
          <w:color w:val="000000"/>
          <w:sz w:val="24"/>
          <w:szCs w:val="24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734F2E" w:rsidRPr="004F2095" w:rsidRDefault="00734F2E" w:rsidP="004F209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34F2E" w:rsidRPr="004F2095" w:rsidSect="00D00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4C3"/>
    <w:rsid w:val="002E1F3E"/>
    <w:rsid w:val="004F2095"/>
    <w:rsid w:val="00734F2E"/>
    <w:rsid w:val="00924CC9"/>
    <w:rsid w:val="00A906F5"/>
    <w:rsid w:val="00CA24C3"/>
    <w:rsid w:val="00D00CF1"/>
    <w:rsid w:val="00FF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CF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Прижатый влево"/>
    <w:basedOn w:val="Normal"/>
    <w:next w:val="Normal"/>
    <w:uiPriority w:val="99"/>
    <w:rsid w:val="00CA24C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CA24C3"/>
    <w:pPr>
      <w:widowControl w:val="0"/>
      <w:suppressAutoHyphens/>
    </w:pPr>
    <w:rPr>
      <w:rFonts w:cs="Calibri"/>
      <w:kern w:val="2"/>
      <w:sz w:val="20"/>
      <w:szCs w:val="20"/>
      <w:lang w:eastAsia="ar-SA"/>
    </w:rPr>
  </w:style>
  <w:style w:type="character" w:styleId="Strong">
    <w:name w:val="Strong"/>
    <w:basedOn w:val="DefaultParagraphFont"/>
    <w:uiPriority w:val="99"/>
    <w:qFormat/>
    <w:rsid w:val="00CA24C3"/>
    <w:rPr>
      <w:b/>
      <w:bCs/>
    </w:rPr>
  </w:style>
  <w:style w:type="paragraph" w:customStyle="1" w:styleId="CharChar">
    <w:name w:val="Char Char"/>
    <w:basedOn w:val="Normal"/>
    <w:link w:val="DefaultParagraphFont"/>
    <w:uiPriority w:val="99"/>
    <w:rsid w:val="004F20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0">
    <w:name w:val="Без интервала"/>
    <w:uiPriority w:val="99"/>
    <w:rsid w:val="004F2095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7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Pages>2</Pages>
  <Words>528</Words>
  <Characters>3015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Leninsky</cp:lastModifiedBy>
  <cp:revision>6</cp:revision>
  <dcterms:created xsi:type="dcterms:W3CDTF">2018-12-11T06:11:00Z</dcterms:created>
  <dcterms:modified xsi:type="dcterms:W3CDTF">2018-12-12T10:48:00Z</dcterms:modified>
</cp:coreProperties>
</file>