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B79" w:rsidRPr="009C6488" w:rsidRDefault="00830B79" w:rsidP="00984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C648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30B79" w:rsidRPr="00984AD9" w:rsidRDefault="00830B79" w:rsidP="00984AD9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30B79" w:rsidRPr="00984AD9" w:rsidRDefault="00830B79" w:rsidP="00984AD9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830B79" w:rsidRPr="00984AD9" w:rsidRDefault="00830B79" w:rsidP="00984AD9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0B79" w:rsidRPr="00984AD9" w:rsidRDefault="00830B79" w:rsidP="00984AD9">
      <w:pPr>
        <w:pStyle w:val="a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830B79" w:rsidRPr="00984AD9" w:rsidRDefault="00830B79" w:rsidP="00984AD9">
      <w:pPr>
        <w:pStyle w:val="a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830B79" w:rsidRPr="00984AD9" w:rsidRDefault="00830B79" w:rsidP="00984AD9">
      <w:pPr>
        <w:pStyle w:val="a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ab/>
        <w:t>- Градостроительным кодексом Российской Федерации («Российская газета»  от 30 декабря 2004 г. № 290);</w:t>
      </w:r>
    </w:p>
    <w:p w:rsidR="00830B79" w:rsidRPr="00984AD9" w:rsidRDefault="00830B79" w:rsidP="00984AD9">
      <w:pPr>
        <w:pStyle w:val="ConsPlusNormal"/>
        <w:ind w:firstLine="539"/>
        <w:jc w:val="both"/>
        <w:rPr>
          <w:sz w:val="28"/>
          <w:szCs w:val="28"/>
        </w:rPr>
      </w:pPr>
      <w:r w:rsidRPr="00984AD9">
        <w:rPr>
          <w:sz w:val="28"/>
          <w:szCs w:val="28"/>
        </w:rPr>
        <w:t xml:space="preserve">- Федеральным </w:t>
      </w:r>
      <w:hyperlink r:id="rId4" w:history="1">
        <w:r w:rsidRPr="00984AD9">
          <w:rPr>
            <w:sz w:val="28"/>
            <w:szCs w:val="28"/>
          </w:rPr>
          <w:t>законом</w:t>
        </w:r>
      </w:hyperlink>
      <w:r w:rsidRPr="00984AD9">
        <w:rPr>
          <w:sz w:val="28"/>
          <w:szCs w:val="28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830B79" w:rsidRPr="00984AD9" w:rsidRDefault="00830B79" w:rsidP="00984AD9">
      <w:pPr>
        <w:pStyle w:val="ConsPlusNormal"/>
        <w:ind w:firstLine="539"/>
        <w:jc w:val="both"/>
        <w:rPr>
          <w:sz w:val="28"/>
          <w:szCs w:val="28"/>
        </w:rPr>
      </w:pPr>
      <w:r w:rsidRPr="00984AD9">
        <w:rPr>
          <w:rFonts w:eastAsia="Batang"/>
          <w:sz w:val="28"/>
          <w:szCs w:val="28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984AD9">
        <w:rPr>
          <w:sz w:val="28"/>
          <w:szCs w:val="28"/>
        </w:rPr>
        <w:t xml:space="preserve">«Российская газета» </w:t>
      </w:r>
      <w:r w:rsidRPr="00984AD9">
        <w:rPr>
          <w:rFonts w:eastAsia="Batang"/>
          <w:sz w:val="28"/>
          <w:szCs w:val="28"/>
          <w:lang w:eastAsia="ko-KR"/>
        </w:rPr>
        <w:t>30 октября 2001 г. №2823);</w:t>
      </w:r>
    </w:p>
    <w:p w:rsidR="00830B79" w:rsidRPr="00984AD9" w:rsidRDefault="00830B79" w:rsidP="00984AD9">
      <w:pPr>
        <w:pStyle w:val="a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984AD9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984AD9">
        <w:rPr>
          <w:rFonts w:ascii="Times New Roman" w:hAnsi="Times New Roman" w:cs="Times New Roman"/>
          <w:color w:val="auto"/>
          <w:sz w:val="28"/>
          <w:szCs w:val="28"/>
        </w:rPr>
        <w:t>«Российская газета» от  8 октября 2003 г. №3316);</w:t>
      </w:r>
    </w:p>
    <w:p w:rsidR="00830B79" w:rsidRPr="00984AD9" w:rsidRDefault="00830B79" w:rsidP="00984AD9">
      <w:pPr>
        <w:pStyle w:val="a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2004 г.№3667);</w:t>
      </w:r>
    </w:p>
    <w:p w:rsidR="00830B79" w:rsidRPr="00984AD9" w:rsidRDefault="00830B79" w:rsidP="00984AD9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984AD9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984AD9">
        <w:rPr>
          <w:rFonts w:ascii="Times New Roman" w:hAnsi="Times New Roman" w:cs="Times New Roman"/>
          <w:color w:val="auto"/>
          <w:sz w:val="28"/>
          <w:szCs w:val="28"/>
        </w:rPr>
        <w:t>«Российская газета» 29 июля 2006 г Федеральный выпуск №413);</w:t>
      </w:r>
    </w:p>
    <w:p w:rsidR="00830B79" w:rsidRPr="00984AD9" w:rsidRDefault="00830B79" w:rsidP="00984AD9">
      <w:pPr>
        <w:pStyle w:val="ConsPlusNormal"/>
        <w:ind w:firstLine="540"/>
        <w:jc w:val="both"/>
        <w:rPr>
          <w:sz w:val="28"/>
          <w:szCs w:val="28"/>
        </w:rPr>
      </w:pPr>
      <w:r w:rsidRPr="00984AD9">
        <w:rPr>
          <w:sz w:val="28"/>
          <w:szCs w:val="28"/>
        </w:rPr>
        <w:t xml:space="preserve">- Федеральным </w:t>
      </w:r>
      <w:hyperlink r:id="rId5" w:history="1">
        <w:r w:rsidRPr="00984AD9">
          <w:rPr>
            <w:sz w:val="28"/>
            <w:szCs w:val="28"/>
          </w:rPr>
          <w:t>законом</w:t>
        </w:r>
      </w:hyperlink>
      <w:r w:rsidRPr="00984AD9">
        <w:rPr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830B79" w:rsidRPr="00984AD9" w:rsidRDefault="00830B79" w:rsidP="00984AD9">
      <w:pPr>
        <w:pStyle w:val="ConsPlusNormal"/>
        <w:ind w:firstLine="540"/>
        <w:jc w:val="both"/>
        <w:rPr>
          <w:sz w:val="28"/>
          <w:szCs w:val="28"/>
        </w:rPr>
      </w:pPr>
      <w:r w:rsidRPr="00984AD9">
        <w:rPr>
          <w:sz w:val="28"/>
          <w:szCs w:val="28"/>
        </w:rPr>
        <w:t xml:space="preserve">- Федеральным </w:t>
      </w:r>
      <w:hyperlink r:id="rId6" w:history="1">
        <w:r w:rsidRPr="00984AD9">
          <w:rPr>
            <w:sz w:val="28"/>
            <w:szCs w:val="28"/>
          </w:rPr>
          <w:t>законом</w:t>
        </w:r>
      </w:hyperlink>
      <w:r w:rsidRPr="00984AD9">
        <w:rPr>
          <w:sz w:val="28"/>
          <w:szCs w:val="28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830B79" w:rsidRPr="00984AD9" w:rsidRDefault="00830B79" w:rsidP="00984AD9">
      <w:pPr>
        <w:pStyle w:val="a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830B79" w:rsidRPr="00984AD9" w:rsidRDefault="00830B79" w:rsidP="00984AD9">
      <w:pPr>
        <w:pStyle w:val="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830B79" w:rsidRPr="00984AD9" w:rsidRDefault="00830B79" w:rsidP="00984AD9">
      <w:pPr>
        <w:pStyle w:val="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ab/>
      </w: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7" w:history="1">
        <w:r w:rsidRPr="00984AD9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830B79" w:rsidRPr="00984AD9" w:rsidRDefault="00830B79" w:rsidP="00984AD9">
      <w:pPr>
        <w:pStyle w:val="a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30B79" w:rsidRPr="00984AD9" w:rsidRDefault="00830B79" w:rsidP="00984AD9">
      <w:pPr>
        <w:pStyle w:val="a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8" w:history="1">
        <w:r w:rsidRPr="00984AD9">
          <w:rPr>
            <w:rStyle w:val="Hyperlink"/>
            <w:sz w:val="28"/>
            <w:szCs w:val="28"/>
          </w:rPr>
          <w:t>постановление</w:t>
        </w:r>
      </w:hyperlink>
      <w:r w:rsidRPr="00984AD9">
        <w:rPr>
          <w:rFonts w:ascii="Times New Roman" w:hAnsi="Times New Roman" w:cs="Times New Roman"/>
          <w:color w:val="auto"/>
          <w:sz w:val="28"/>
          <w:szCs w:val="28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830B79" w:rsidRPr="00984AD9" w:rsidRDefault="00830B79" w:rsidP="00984AD9">
      <w:pPr>
        <w:pStyle w:val="a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>- приказом Минэкономразвития России от 27  ноября 2014 г.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830B79" w:rsidRPr="00984AD9" w:rsidRDefault="00830B79" w:rsidP="00984AD9">
      <w:pPr>
        <w:pStyle w:val="ConsPlusNormal"/>
        <w:ind w:firstLine="567"/>
        <w:jc w:val="both"/>
        <w:rPr>
          <w:sz w:val="28"/>
          <w:szCs w:val="28"/>
        </w:rPr>
      </w:pPr>
      <w:r w:rsidRPr="00984AD9">
        <w:rPr>
          <w:sz w:val="28"/>
          <w:szCs w:val="28"/>
        </w:rPr>
        <w:t xml:space="preserve">- приказом Минэкономразвития России от  14 января 2015 г. № 7 «Об утверждении </w:t>
      </w:r>
      <w:hyperlink r:id="rId9" w:history="1">
        <w:r w:rsidRPr="00984AD9">
          <w:rPr>
            <w:sz w:val="28"/>
            <w:szCs w:val="28"/>
          </w:rPr>
          <w:t>порядк</w:t>
        </w:r>
      </w:hyperlink>
      <w:r w:rsidRPr="00984AD9">
        <w:rPr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830B79" w:rsidRPr="00984AD9" w:rsidRDefault="00830B79" w:rsidP="00984AD9">
      <w:pPr>
        <w:pStyle w:val="ConsPlusNormal"/>
        <w:ind w:firstLine="567"/>
        <w:jc w:val="both"/>
        <w:rPr>
          <w:sz w:val="28"/>
          <w:szCs w:val="28"/>
        </w:rPr>
      </w:pPr>
      <w:r w:rsidRPr="00984AD9">
        <w:rPr>
          <w:sz w:val="28"/>
          <w:szCs w:val="28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830B79" w:rsidRPr="00984AD9" w:rsidRDefault="00830B79" w:rsidP="00984AD9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4AD9">
        <w:rPr>
          <w:rFonts w:ascii="Times New Roman" w:hAnsi="Times New Roman" w:cs="Times New Roman"/>
          <w:sz w:val="28"/>
          <w:szCs w:val="28"/>
        </w:rPr>
        <w:t xml:space="preserve">- Законом Курской области от 30.11.2015 №  117-ЗКО (ред. от </w:t>
      </w:r>
    </w:p>
    <w:p w:rsidR="00830B79" w:rsidRPr="00984AD9" w:rsidRDefault="00830B79" w:rsidP="00984AD9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4AD9">
        <w:rPr>
          <w:rFonts w:ascii="Times New Roman" w:hAnsi="Times New Roman" w:cs="Times New Roman"/>
          <w:sz w:val="28"/>
          <w:szCs w:val="28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984AD9">
        <w:rPr>
          <w:rFonts w:ascii="Times New Roman" w:hAnsi="Times New Roman" w:cs="Times New Roman"/>
          <w:sz w:val="28"/>
          <w:szCs w:val="28"/>
          <w:lang w:eastAsia="ru-RU"/>
        </w:rPr>
        <w:t>"Курская правда", №  146, 04.12.2015);</w:t>
      </w:r>
    </w:p>
    <w:p w:rsidR="00830B79" w:rsidRPr="00984AD9" w:rsidRDefault="00830B79" w:rsidP="00984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AD9">
        <w:rPr>
          <w:rFonts w:ascii="Times New Roman" w:hAnsi="Times New Roman" w:cs="Times New Roman"/>
          <w:sz w:val="28"/>
          <w:szCs w:val="28"/>
          <w:lang w:eastAsia="ru-RU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830B79" w:rsidRPr="00984AD9" w:rsidRDefault="00830B79" w:rsidP="00984AD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AD9">
        <w:rPr>
          <w:rFonts w:ascii="Times New Roman" w:hAnsi="Times New Roman" w:cs="Times New Roman"/>
          <w:sz w:val="28"/>
          <w:szCs w:val="28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30B79" w:rsidRDefault="00830B79" w:rsidP="00C21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2016);</w:t>
      </w:r>
    </w:p>
    <w:p w:rsidR="00830B79" w:rsidRPr="00C21980" w:rsidRDefault="00830B79" w:rsidP="001A40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802FB6">
        <w:rPr>
          <w:rFonts w:ascii="Arial" w:hAnsi="Arial" w:cs="Arial"/>
          <w:sz w:val="24"/>
          <w:szCs w:val="24"/>
          <w:lang w:eastAsia="ru-RU"/>
        </w:rPr>
        <w:t>-</w:t>
      </w:r>
      <w:r w:rsidRPr="000B620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Ленинского</w:t>
      </w:r>
      <w:r w:rsidRPr="000B6207">
        <w:rPr>
          <w:rFonts w:ascii="Times New Roman" w:hAnsi="Times New Roman" w:cs="Times New Roman"/>
          <w:sz w:val="28"/>
          <w:szCs w:val="28"/>
        </w:rPr>
        <w:t xml:space="preserve"> </w:t>
      </w:r>
      <w:r w:rsidRPr="000B6207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сельсовета,  </w:t>
      </w: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Касторенского </w:t>
      </w:r>
      <w:r w:rsidRPr="000B6207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района Курской </w:t>
      </w:r>
      <w:r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21980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от </w:t>
      </w:r>
      <w:r>
        <w:rPr>
          <w:rFonts w:ascii="Times New Roman" w:hAnsi="Times New Roman" w:cs="Times New Roman"/>
          <w:color w:val="00000A"/>
          <w:kern w:val="1"/>
          <w:sz w:val="28"/>
          <w:szCs w:val="28"/>
        </w:rPr>
        <w:t>22.10.2018 № 81</w:t>
      </w:r>
      <w:r w:rsidRPr="00C21980">
        <w:rPr>
          <w:rFonts w:ascii="Times New Roman" w:hAnsi="Times New Roman" w:cs="Times New Roman"/>
          <w:color w:val="00000A"/>
          <w:kern w:val="1"/>
          <w:sz w:val="28"/>
          <w:szCs w:val="28"/>
        </w:rPr>
        <w:t xml:space="preserve">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C21980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</w:t>
      </w:r>
    </w:p>
    <w:p w:rsidR="00830B79" w:rsidRPr="001A4027" w:rsidRDefault="00830B79" w:rsidP="001A40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027">
        <w:rPr>
          <w:rFonts w:ascii="Times New Roman" w:hAnsi="Times New Roman" w:cs="Times New Roman"/>
          <w:sz w:val="28"/>
          <w:szCs w:val="28"/>
        </w:rPr>
        <w:t>- постановлением Администрации Ленинского сельсовета Касторенского района Курской области № 05  от 01.03.2013 г. «Об утверждении Положения об особенностях подачи и рассмотрения жалоб на решения и действия (бездействие) Администрации 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  района Курской области» (официально опубликовано не было).</w:t>
      </w:r>
    </w:p>
    <w:p w:rsidR="00830B79" w:rsidRPr="001A4027" w:rsidRDefault="00830B79" w:rsidP="001A4027">
      <w:pPr>
        <w:pStyle w:val="a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4027">
        <w:rPr>
          <w:rFonts w:ascii="Times New Roman" w:hAnsi="Times New Roman" w:cs="Times New Roman"/>
          <w:sz w:val="28"/>
          <w:szCs w:val="28"/>
        </w:rPr>
        <w:t xml:space="preserve">- </w:t>
      </w:r>
      <w:r w:rsidRPr="001A4027">
        <w:rPr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830B79" w:rsidRPr="001A4027" w:rsidRDefault="00830B79" w:rsidP="00C21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0B79" w:rsidRDefault="00830B79" w:rsidP="00C219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830B79" w:rsidSect="009D6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548"/>
    <w:rsid w:val="000B6207"/>
    <w:rsid w:val="000C2548"/>
    <w:rsid w:val="001A4027"/>
    <w:rsid w:val="00436AAE"/>
    <w:rsid w:val="005E6132"/>
    <w:rsid w:val="00802FB6"/>
    <w:rsid w:val="00830B79"/>
    <w:rsid w:val="00984AD9"/>
    <w:rsid w:val="009C6488"/>
    <w:rsid w:val="009D6853"/>
    <w:rsid w:val="009E1EA5"/>
    <w:rsid w:val="00B549D9"/>
    <w:rsid w:val="00B86889"/>
    <w:rsid w:val="00C21980"/>
    <w:rsid w:val="00D22F38"/>
    <w:rsid w:val="00E0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D9"/>
    <w:pPr>
      <w:spacing w:after="240" w:line="480" w:lineRule="auto"/>
      <w:ind w:firstLine="360"/>
    </w:pPr>
    <w:rPr>
      <w:rFonts w:ascii="Calibri" w:eastAsia="Times New Roman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84AD9"/>
    <w:pPr>
      <w:widowControl w:val="0"/>
      <w:autoSpaceDE w:val="0"/>
      <w:autoSpaceDN w:val="0"/>
    </w:pPr>
    <w:rPr>
      <w:rFonts w:eastAsia="Times New Roman"/>
      <w:sz w:val="24"/>
      <w:szCs w:val="24"/>
    </w:rPr>
  </w:style>
  <w:style w:type="paragraph" w:customStyle="1" w:styleId="a">
    <w:name w:val="Базовый"/>
    <w:uiPriority w:val="99"/>
    <w:rsid w:val="00984AD9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</w:rPr>
  </w:style>
  <w:style w:type="character" w:styleId="Hyperlink">
    <w:name w:val="Hyperlink"/>
    <w:basedOn w:val="DefaultParagraphFont"/>
    <w:uiPriority w:val="99"/>
    <w:rsid w:val="00984AD9"/>
    <w:rPr>
      <w:rFonts w:ascii="Times New Roman" w:hAnsi="Times New Roman" w:cs="Times New Roman"/>
      <w:color w:val="auto"/>
      <w:u w:val="single"/>
    </w:rPr>
  </w:style>
  <w:style w:type="character" w:styleId="Strong">
    <w:name w:val="Strong"/>
    <w:basedOn w:val="DefaultParagraphFont"/>
    <w:uiPriority w:val="99"/>
    <w:qFormat/>
    <w:rsid w:val="00C21980"/>
    <w:rPr>
      <w:b/>
      <w:bCs/>
    </w:rPr>
  </w:style>
  <w:style w:type="paragraph" w:customStyle="1" w:styleId="a0">
    <w:name w:val="Знак Знак"/>
    <w:basedOn w:val="Normal"/>
    <w:uiPriority w:val="99"/>
    <w:rsid w:val="00C21980"/>
    <w:pPr>
      <w:spacing w:after="160" w:line="240" w:lineRule="exact"/>
      <w:ind w:firstLine="0"/>
    </w:pPr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Char Char"/>
    <w:basedOn w:val="Normal"/>
    <w:uiPriority w:val="99"/>
    <w:rsid w:val="001A4027"/>
    <w:pPr>
      <w:spacing w:after="160" w:line="240" w:lineRule="exact"/>
      <w:ind w:firstLine="0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1">
    <w:name w:val="Без интервала"/>
    <w:uiPriority w:val="99"/>
    <w:rsid w:val="001A4027"/>
    <w:pPr>
      <w:suppressAutoHyphens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1084</Words>
  <Characters>6180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8</cp:revision>
  <dcterms:created xsi:type="dcterms:W3CDTF">2018-12-04T05:45:00Z</dcterms:created>
  <dcterms:modified xsi:type="dcterms:W3CDTF">2018-12-07T08:45:00Z</dcterms:modified>
</cp:coreProperties>
</file>