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C83" w:rsidRPr="006C5652" w:rsidRDefault="00103C83" w:rsidP="00A76A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  <w:lang w:val="ru-RU" w:eastAsia="ru-RU"/>
        </w:rPr>
      </w:pPr>
    </w:p>
    <w:p w:rsidR="00103C83" w:rsidRPr="006C5652" w:rsidRDefault="00103C83" w:rsidP="00A76A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  <w:lang w:val="ru-RU" w:eastAsia="ru-RU"/>
        </w:rPr>
      </w:pPr>
    </w:p>
    <w:p w:rsidR="00103C83" w:rsidRPr="00A76A8F" w:rsidRDefault="00103C83" w:rsidP="00A76A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76A8F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103C83" w:rsidRPr="00A76A8F" w:rsidRDefault="00103C83" w:rsidP="00A76A8F">
      <w:pPr>
        <w:ind w:firstLine="0"/>
        <w:rPr>
          <w:sz w:val="24"/>
          <w:szCs w:val="24"/>
          <w:lang w:val="ru-RU"/>
        </w:rPr>
      </w:pPr>
      <w:r w:rsidRPr="00A76A8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</w:t>
      </w:r>
    </w:p>
    <w:p w:rsidR="00103C83" w:rsidRPr="00A76A8F" w:rsidRDefault="00103C83" w:rsidP="00A76A8F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76A8F">
        <w:rPr>
          <w:rFonts w:ascii="Times New Roman" w:hAnsi="Times New Roman" w:cs="Times New Roman"/>
          <w:sz w:val="24"/>
          <w:szCs w:val="24"/>
          <w:lang w:val="ru-RU"/>
        </w:rPr>
        <w:t>- Земельный кодекс Российской Федерации от 25 октября 2001     № 136-ФЗ («Российская газета» от 30 октября 2001 г. № 211-212, «Парламентская газета» от 30 октября 2001 г. № 204-205, в Собрании законодательства Российской Федерации от 29 октября 2001 г. № 44 ст. 4147);</w:t>
      </w:r>
    </w:p>
    <w:p w:rsidR="00103C83" w:rsidRPr="00A76A8F" w:rsidRDefault="00103C83" w:rsidP="00A76A8F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76A8F">
        <w:rPr>
          <w:rFonts w:ascii="Times New Roman" w:hAnsi="Times New Roman" w:cs="Times New Roman"/>
          <w:sz w:val="24"/>
          <w:szCs w:val="24"/>
          <w:lang w:val="ru-RU"/>
        </w:rPr>
        <w:t>- Жилищный кодекс Российской Федерации от 29 декабря 2004 г. № 188-ФЗ («Российская газета» от 12 января 2005 г. № 1, «Парламентская газета» от 15 января 2005 г. № 7-8, Собрание законодательства Российской Федерации от 3 января 2005 г. № 1 (часть I) ст. 14);</w:t>
      </w:r>
    </w:p>
    <w:p w:rsidR="00103C83" w:rsidRPr="00A76A8F" w:rsidRDefault="00103C83" w:rsidP="00A76A8F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76A8F">
        <w:rPr>
          <w:rFonts w:ascii="Times New Roman" w:hAnsi="Times New Roman" w:cs="Times New Roman"/>
          <w:sz w:val="24"/>
          <w:szCs w:val="24"/>
          <w:lang w:val="ru-RU"/>
        </w:rPr>
        <w:t>- Градостроительный кодекс Российской Федерации от 29.12.2004 № 190-ФЗ («Российская газета» от 30 декабря 2004 г. № 290,  «Парламентская газета» от 14 января 2005 г. № 5-6, Собрание законодательства Российской Федерации от 3 января 2005 г. №1 (часть I) ст. 16);</w:t>
      </w:r>
    </w:p>
    <w:p w:rsidR="00103C83" w:rsidRPr="00A76A8F" w:rsidRDefault="00103C83" w:rsidP="00A76A8F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76A8F">
        <w:rPr>
          <w:rFonts w:ascii="Times New Roman" w:hAnsi="Times New Roman" w:cs="Times New Roman"/>
          <w:sz w:val="24"/>
          <w:szCs w:val="24"/>
          <w:lang w:val="ru-RU"/>
        </w:rPr>
        <w:t>- Лесной кодекс Российской Федерации от 04.12.2006 № 200 - ФЗ («Российская газета» от 8 декабря 2006 г. № 277);</w:t>
      </w:r>
    </w:p>
    <w:p w:rsidR="00103C83" w:rsidRPr="00A76A8F" w:rsidRDefault="00103C83" w:rsidP="00A76A8F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76A8F">
        <w:rPr>
          <w:rFonts w:ascii="Times New Roman" w:hAnsi="Times New Roman" w:cs="Times New Roman"/>
          <w:sz w:val="24"/>
          <w:szCs w:val="24"/>
          <w:lang w:val="ru-RU"/>
        </w:rPr>
        <w:t>- Федеральный закон  от 24.11.1995 №  181-ФЗ (ред. от 29.12.2017) «О социальной защите инвалидов в Российской Федерации»</w:t>
      </w:r>
      <w:r w:rsidRPr="00A76A8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(</w:t>
      </w:r>
      <w:r w:rsidRPr="00A76A8F">
        <w:rPr>
          <w:rFonts w:ascii="Times New Roman" w:hAnsi="Times New Roman" w:cs="Times New Roman"/>
          <w:sz w:val="24"/>
          <w:szCs w:val="24"/>
          <w:lang w:val="ru-RU"/>
        </w:rPr>
        <w:t>Первоначальный текст документа опубликован в изданиях «Собрание законодательства РФ», 27.11.1995, № 48, ст. 4563, «Российская газета», № 234, 02.12.1995);</w:t>
      </w:r>
    </w:p>
    <w:p w:rsidR="00103C83" w:rsidRPr="00A76A8F" w:rsidRDefault="00103C83" w:rsidP="00A76A8F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76A8F">
        <w:rPr>
          <w:rFonts w:ascii="Times New Roman" w:hAnsi="Times New Roman" w:cs="Times New Roman"/>
          <w:sz w:val="24"/>
          <w:szCs w:val="24"/>
          <w:lang w:val="ru-RU"/>
        </w:rPr>
        <w:t>- Федеральный закон от 10.01.2002 № 7-ФЗ «Об охране окружающей среды» («Российская газета» от 12 января 2002 г. № 6, «Парламентская газета» от 12 января 2002 г. № 9, Собрание законодательства Российской Федерации от 14 января 2002 г. № 2 ст. 133;</w:t>
      </w:r>
    </w:p>
    <w:p w:rsidR="00103C83" w:rsidRPr="00A76A8F" w:rsidRDefault="00103C83" w:rsidP="00A76A8F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A76A8F">
        <w:rPr>
          <w:rFonts w:ascii="Times New Roman" w:hAnsi="Times New Roman" w:cs="Times New Roman"/>
          <w:sz w:val="24"/>
          <w:szCs w:val="24"/>
          <w:lang w:val="ru-RU"/>
        </w:rPr>
        <w:t>- Федеральный закон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103C83" w:rsidRPr="00A76A8F" w:rsidRDefault="00103C83" w:rsidP="00A76A8F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76A8F">
        <w:rPr>
          <w:rFonts w:ascii="Times New Roman" w:hAnsi="Times New Roman" w:cs="Times New Roman"/>
          <w:sz w:val="24"/>
          <w:szCs w:val="24"/>
          <w:lang w:val="ru-RU"/>
        </w:rPr>
        <w:t>- Федеральный закон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103C83" w:rsidRPr="00A76A8F" w:rsidRDefault="00103C83" w:rsidP="00A76A8F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A76A8F">
        <w:rPr>
          <w:rFonts w:ascii="Times New Roman" w:hAnsi="Times New Roman" w:cs="Times New Roman"/>
          <w:sz w:val="24"/>
          <w:szCs w:val="24"/>
          <w:lang w:val="ru-RU"/>
        </w:rPr>
        <w:t xml:space="preserve">- Федеральный закон от 27.07.2006 № 152-ФЗ (ред. от 29.07.2017) «О персональных данных» </w:t>
      </w:r>
      <w:r w:rsidRPr="00A76A8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(«Российская газета» , №  165, 29.07.2006);  </w:t>
      </w:r>
    </w:p>
    <w:p w:rsidR="00103C83" w:rsidRPr="00A76A8F" w:rsidRDefault="00103C83" w:rsidP="00A76A8F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76A8F">
        <w:rPr>
          <w:rFonts w:ascii="Times New Roman" w:hAnsi="Times New Roman" w:cs="Times New Roman"/>
          <w:sz w:val="24"/>
          <w:szCs w:val="24"/>
          <w:lang w:val="ru-RU"/>
        </w:rPr>
        <w:t>- Постановление Правительства Российской Федерации от 8 мая 2007 г. № 273 «Об исчислении размера вреда, причиненного лесам вследствие нарушения лесного законодательства» (Собрание законодательства Российской Федерации от 14 мая 2007 г. № 20 ст. 2437, «Российская газета» от 23 мая 2007 г. № 107);</w:t>
      </w:r>
    </w:p>
    <w:p w:rsidR="00103C83" w:rsidRPr="00A76A8F" w:rsidRDefault="00103C83" w:rsidP="00A76A8F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A76A8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- </w:t>
      </w:r>
      <w:hyperlink r:id="rId6" w:history="1">
        <w:r w:rsidRPr="00A76A8F">
          <w:rPr>
            <w:rFonts w:ascii="Times New Roman" w:hAnsi="Times New Roman" w:cs="Times New Roman"/>
            <w:sz w:val="24"/>
            <w:szCs w:val="24"/>
            <w:lang w:val="ru-RU" w:eastAsia="ru-RU"/>
          </w:rPr>
          <w:t>Постановление</w:t>
        </w:r>
      </w:hyperlink>
      <w:r w:rsidRPr="00A76A8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Правительства Российской Федерации от 30.04.2014 № 403 «Об исчерпывающем перечне процедур в сфере жилищного строительства» («Собрание законодательства РФ», 12.05.2014, № 19, ст. 2437);</w:t>
      </w:r>
    </w:p>
    <w:p w:rsidR="00103C83" w:rsidRPr="00A76A8F" w:rsidRDefault="00103C83" w:rsidP="00A76A8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6A8F">
        <w:rPr>
          <w:rFonts w:ascii="Times New Roman" w:hAnsi="Times New Roman" w:cs="Times New Roman"/>
          <w:sz w:val="24"/>
          <w:szCs w:val="24"/>
        </w:rPr>
        <w:t>- Закон Курской области от 04.01.2003 № 1-ЗКО «Об  административных правонарушениях в Курской области» («Курская правда», № 4-5, 11.01.2003, «Курск», № 3, 15.01.2003);</w:t>
      </w:r>
    </w:p>
    <w:p w:rsidR="00103C83" w:rsidRPr="00A76A8F" w:rsidRDefault="00103C83" w:rsidP="00A76A8F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A76A8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- </w:t>
      </w:r>
      <w:r w:rsidRPr="00A76A8F">
        <w:rPr>
          <w:rFonts w:ascii="Times New Roman" w:hAnsi="Times New Roman" w:cs="Times New Roman"/>
          <w:sz w:val="24"/>
          <w:szCs w:val="24"/>
          <w:lang w:val="ru-RU" w:eastAsia="ru-RU"/>
        </w:rPr>
        <w:tab/>
        <w:t>распоряжение Правительства Курской области от 11.08.2006 № 446-р «О Методике оценки действительной восстановительной стоимости, а также ущерба, возмещаемого за вынужденный или незаконный снос зеленых насаждений, расположенных на территориях муниципальных образований» (Документ опубликован не был);</w:t>
      </w:r>
    </w:p>
    <w:p w:rsidR="00103C83" w:rsidRPr="00A76A8F" w:rsidRDefault="00103C83" w:rsidP="00A76A8F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A76A8F">
        <w:rPr>
          <w:rFonts w:ascii="Times New Roman" w:hAnsi="Times New Roman" w:cs="Times New Roman"/>
          <w:sz w:val="24"/>
          <w:szCs w:val="24"/>
          <w:lang w:val="ru-RU" w:eastAsia="ru-RU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103C83" w:rsidRPr="003964A8" w:rsidRDefault="00103C83" w:rsidP="003964A8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3964A8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- </w:t>
      </w:r>
      <w:r w:rsidRPr="003964A8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Решением </w:t>
      </w:r>
      <w:r w:rsidRPr="003964A8">
        <w:rPr>
          <w:rFonts w:ascii="Times New Roman" w:hAnsi="Times New Roman" w:cs="Times New Roman"/>
          <w:sz w:val="24"/>
          <w:szCs w:val="24"/>
          <w:lang w:val="ru-RU"/>
        </w:rPr>
        <w:t>Собрания депутатов  Ленинского</w:t>
      </w:r>
      <w:r w:rsidRPr="003964A8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сельсовета,  Касторенского района Курской области от 12.04.2018г. №50</w:t>
      </w:r>
      <w:r w:rsidRPr="003964A8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Pr="003964A8">
        <w:rPr>
          <w:rFonts w:ascii="Times New Roman" w:hAnsi="Times New Roman" w:cs="Times New Roman"/>
          <w:sz w:val="24"/>
          <w:szCs w:val="24"/>
          <w:lang w:val="ru-RU" w:eastAsia="ru-RU"/>
        </w:rPr>
        <w:t>Об утверждении Порядка предоставления порубочного билета и (или) разрешения на пересадку деревьев и кустарников».</w:t>
      </w:r>
    </w:p>
    <w:p w:rsidR="00103C83" w:rsidRPr="003964A8" w:rsidRDefault="00103C83" w:rsidP="003964A8">
      <w:pPr>
        <w:widowControl w:val="0"/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4"/>
          <w:szCs w:val="24"/>
          <w:lang w:val="ru-RU"/>
        </w:rPr>
      </w:pPr>
      <w:r w:rsidRPr="003964A8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r w:rsidRPr="003964A8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Постановлением Администрации Ленинского сельсовета Касторенского района Курской области № 34 от 17.05.2016 г. «Об утверждении порядка разработки и утверждения административных регламентов предоставления муниципальных услуг»;       </w:t>
      </w:r>
    </w:p>
    <w:p w:rsidR="00103C83" w:rsidRPr="003964A8" w:rsidRDefault="00103C83" w:rsidP="003964A8">
      <w:pPr>
        <w:widowControl w:val="0"/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3964A8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3964A8">
        <w:rPr>
          <w:rFonts w:ascii="Times New Roman" w:hAnsi="Times New Roman" w:cs="Times New Roman"/>
          <w:sz w:val="24"/>
          <w:szCs w:val="24"/>
          <w:lang w:val="ru-RU" w:eastAsia="ru-RU"/>
        </w:rPr>
        <w:t>Постановлением Администрации Ленинского сельсовета Касторенского района Курской области № 05 от 01.03.2013 г. «Об утверждении Положения об особенностях подачи и рассмотрения жалоб на решения и действия (бездействие) Администрации Ленинского сельсовета Касторенского района Курской области и ее должностных лиц, муниципальных служащих, замещающих должности муниципальной службы в Администрации Ленинского сельсовета Касторенского района Курской области»;</w:t>
      </w:r>
    </w:p>
    <w:p w:rsidR="00103C83" w:rsidRPr="003964A8" w:rsidRDefault="00103C83" w:rsidP="003964A8">
      <w:pPr>
        <w:pStyle w:val="a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964A8">
        <w:rPr>
          <w:rFonts w:ascii="Times New Roman" w:hAnsi="Times New Roman" w:cs="Times New Roman"/>
          <w:sz w:val="24"/>
          <w:szCs w:val="24"/>
        </w:rPr>
        <w:t xml:space="preserve">- </w:t>
      </w:r>
      <w:r w:rsidRPr="003964A8">
        <w:rPr>
          <w:rFonts w:ascii="Times New Roman" w:hAnsi="Times New Roman" w:cs="Times New Roman"/>
          <w:color w:val="000000"/>
          <w:sz w:val="24"/>
          <w:szCs w:val="24"/>
        </w:rPr>
        <w:t>Уставом муниципального образования «Ленинский сельсовет» Касторенского района Курской области (принят решением Собрания депутатов Ленинского сельсовета Касторенского района  Курской области от 25.05.2005 гола  №35, зарегистрирован в Главном управлении Министерства  юстиции Российской Федерации по Центральному федеральному округу 11.11.2005 года,  государственный регистрационный № ru.465083182005001.</w:t>
      </w:r>
    </w:p>
    <w:p w:rsidR="00103C83" w:rsidRPr="003964A8" w:rsidRDefault="00103C83" w:rsidP="003964A8">
      <w:pPr>
        <w:widowControl w:val="0"/>
        <w:autoSpaceDE w:val="0"/>
        <w:spacing w:line="240" w:lineRule="auto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103C83" w:rsidRPr="003964A8" w:rsidRDefault="00103C83">
      <w:pPr>
        <w:rPr>
          <w:rFonts w:ascii="Times New Roman" w:hAnsi="Times New Roman" w:cs="Times New Roman"/>
          <w:lang w:val="ru-RU"/>
        </w:rPr>
      </w:pPr>
    </w:p>
    <w:sectPr w:rsidR="00103C83" w:rsidRPr="003964A8" w:rsidSect="00487C84">
      <w:headerReference w:type="default" r:id="rId7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3C83" w:rsidRDefault="00103C83" w:rsidP="00AE3470">
      <w:pPr>
        <w:spacing w:line="240" w:lineRule="auto"/>
      </w:pPr>
      <w:r>
        <w:separator/>
      </w:r>
    </w:p>
  </w:endnote>
  <w:endnote w:type="continuationSeparator" w:id="0">
    <w:p w:rsidR="00103C83" w:rsidRDefault="00103C83" w:rsidP="00AE347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3C83" w:rsidRDefault="00103C83" w:rsidP="00AE3470">
      <w:pPr>
        <w:spacing w:line="240" w:lineRule="auto"/>
      </w:pPr>
      <w:r>
        <w:separator/>
      </w:r>
    </w:p>
  </w:footnote>
  <w:footnote w:type="continuationSeparator" w:id="0">
    <w:p w:rsidR="00103C83" w:rsidRDefault="00103C83" w:rsidP="00AE347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C83" w:rsidRDefault="00103C83">
    <w:pPr>
      <w:pStyle w:val="Header"/>
      <w:jc w:val="center"/>
    </w:pPr>
    <w:fldSimple w:instr="PAGE   \* MERGEFORMAT">
      <w:r w:rsidRPr="003964A8">
        <w:rPr>
          <w:noProof/>
          <w:lang w:val="ru-RU"/>
        </w:rPr>
        <w:t>2</w:t>
      </w:r>
    </w:fldSimple>
  </w:p>
  <w:p w:rsidR="00103C83" w:rsidRDefault="00103C8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23EA"/>
    <w:rsid w:val="00103C83"/>
    <w:rsid w:val="001923EA"/>
    <w:rsid w:val="002966D2"/>
    <w:rsid w:val="003964A8"/>
    <w:rsid w:val="00487C84"/>
    <w:rsid w:val="006C5652"/>
    <w:rsid w:val="007C35DC"/>
    <w:rsid w:val="00816B26"/>
    <w:rsid w:val="00A76A8F"/>
    <w:rsid w:val="00AE3470"/>
    <w:rsid w:val="00C64627"/>
    <w:rsid w:val="00E33EB4"/>
    <w:rsid w:val="00EF6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6A8F"/>
    <w:pPr>
      <w:spacing w:line="276" w:lineRule="auto"/>
      <w:ind w:firstLine="709"/>
      <w:jc w:val="both"/>
    </w:pPr>
    <w:rPr>
      <w:rFonts w:ascii="Calibri" w:hAnsi="Calibri" w:cs="Calibri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64627"/>
    <w:pPr>
      <w:keepNext/>
      <w:spacing w:line="240" w:lineRule="auto"/>
      <w:ind w:firstLine="0"/>
      <w:jc w:val="left"/>
      <w:outlineLvl w:val="0"/>
    </w:pPr>
    <w:rPr>
      <w:rFonts w:cs="Times New Roman"/>
      <w:sz w:val="72"/>
      <w:szCs w:val="72"/>
      <w:lang w:val="ru-RU"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64627"/>
    <w:pPr>
      <w:keepNext/>
      <w:spacing w:line="240" w:lineRule="auto"/>
      <w:ind w:firstLine="0"/>
      <w:jc w:val="left"/>
      <w:outlineLvl w:val="1"/>
    </w:pPr>
    <w:rPr>
      <w:rFonts w:cs="Times New Roman"/>
      <w:sz w:val="52"/>
      <w:szCs w:val="52"/>
      <w:lang w:val="ru-RU"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64627"/>
    <w:pPr>
      <w:keepNext/>
      <w:tabs>
        <w:tab w:val="left" w:pos="1020"/>
      </w:tabs>
      <w:spacing w:line="240" w:lineRule="auto"/>
      <w:ind w:firstLine="0"/>
      <w:jc w:val="left"/>
      <w:outlineLvl w:val="2"/>
    </w:pPr>
    <w:rPr>
      <w:rFonts w:cs="Times New Roman"/>
      <w:b/>
      <w:bCs/>
      <w:sz w:val="72"/>
      <w:szCs w:val="72"/>
      <w:lang w:val="ru-RU" w:eastAsia="ru-RU"/>
    </w:rPr>
  </w:style>
  <w:style w:type="character" w:default="1" w:styleId="DefaultParagraphFont">
    <w:name w:val="Default Paragraph Font"/>
    <w:link w:val="CharChar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16B26"/>
    <w:rPr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64627"/>
    <w:rPr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64627"/>
    <w:rPr>
      <w:b/>
      <w:bCs/>
      <w:sz w:val="24"/>
      <w:szCs w:val="24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816B26"/>
    <w:pPr>
      <w:spacing w:before="240" w:after="60" w:line="240" w:lineRule="auto"/>
      <w:ind w:firstLine="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ru-RU"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816B26"/>
    <w:rPr>
      <w:rFonts w:ascii="Cambria" w:hAnsi="Cambria" w:cs="Cambria"/>
      <w:b/>
      <w:bCs/>
      <w:kern w:val="28"/>
      <w:sz w:val="32"/>
      <w:szCs w:val="32"/>
      <w:lang w:eastAsia="ru-RU"/>
    </w:rPr>
  </w:style>
  <w:style w:type="character" w:styleId="Strong">
    <w:name w:val="Strong"/>
    <w:basedOn w:val="DefaultParagraphFont"/>
    <w:uiPriority w:val="99"/>
    <w:qFormat/>
    <w:rsid w:val="00816B26"/>
    <w:rPr>
      <w:b/>
      <w:bCs/>
    </w:rPr>
  </w:style>
  <w:style w:type="character" w:styleId="Emphasis">
    <w:name w:val="Emphasis"/>
    <w:basedOn w:val="DefaultParagraphFont"/>
    <w:uiPriority w:val="99"/>
    <w:qFormat/>
    <w:rsid w:val="00816B26"/>
    <w:rPr>
      <w:i/>
      <w:iCs/>
    </w:rPr>
  </w:style>
  <w:style w:type="paragraph" w:styleId="NoSpacing">
    <w:name w:val="No Spacing"/>
    <w:uiPriority w:val="99"/>
    <w:qFormat/>
    <w:rsid w:val="00816B26"/>
    <w:rPr>
      <w:rFonts w:ascii="Calibri" w:hAnsi="Calibri"/>
      <w:sz w:val="24"/>
      <w:szCs w:val="24"/>
    </w:rPr>
  </w:style>
  <w:style w:type="paragraph" w:styleId="ListParagraph">
    <w:name w:val="List Paragraph"/>
    <w:basedOn w:val="Normal"/>
    <w:uiPriority w:val="99"/>
    <w:qFormat/>
    <w:rsid w:val="00816B26"/>
    <w:pPr>
      <w:spacing w:line="240" w:lineRule="auto"/>
      <w:ind w:left="708" w:firstLine="0"/>
      <w:jc w:val="left"/>
    </w:pPr>
    <w:rPr>
      <w:rFonts w:cs="Times New Roman"/>
      <w:sz w:val="24"/>
      <w:szCs w:val="24"/>
      <w:lang w:val="ru-RU" w:eastAsia="ru-RU"/>
    </w:rPr>
  </w:style>
  <w:style w:type="paragraph" w:customStyle="1" w:styleId="ConsPlusNormal">
    <w:name w:val="ConsPlusNormal"/>
    <w:link w:val="ConsPlusNormal0"/>
    <w:uiPriority w:val="99"/>
    <w:rsid w:val="00A76A8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A76A8F"/>
    <w:rPr>
      <w:rFonts w:ascii="Arial" w:hAnsi="Arial" w:cs="Arial"/>
      <w:lang w:eastAsia="ru-RU"/>
    </w:rPr>
  </w:style>
  <w:style w:type="paragraph" w:styleId="Header">
    <w:name w:val="header"/>
    <w:basedOn w:val="Normal"/>
    <w:link w:val="HeaderChar"/>
    <w:uiPriority w:val="99"/>
    <w:rsid w:val="00A76A8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76A8F"/>
    <w:rPr>
      <w:rFonts w:ascii="Calibri" w:hAnsi="Calibri" w:cs="Calibri"/>
      <w:sz w:val="22"/>
      <w:szCs w:val="22"/>
      <w:lang w:val="en-US"/>
    </w:rPr>
  </w:style>
  <w:style w:type="paragraph" w:customStyle="1" w:styleId="1">
    <w:name w:val="Абзац списка1"/>
    <w:uiPriority w:val="99"/>
    <w:rsid w:val="00A76A8F"/>
    <w:pPr>
      <w:widowControl w:val="0"/>
      <w:suppressAutoHyphens/>
      <w:spacing w:line="100" w:lineRule="atLeast"/>
      <w:ind w:left="720"/>
    </w:pPr>
    <w:rPr>
      <w:rFonts w:ascii="Calibri" w:hAnsi="Calibri" w:cs="Calibri"/>
      <w:kern w:val="1"/>
      <w:sz w:val="24"/>
      <w:szCs w:val="24"/>
      <w:lang w:eastAsia="ar-SA"/>
    </w:rPr>
  </w:style>
  <w:style w:type="paragraph" w:customStyle="1" w:styleId="a">
    <w:name w:val="Без интервала"/>
    <w:uiPriority w:val="99"/>
    <w:rsid w:val="003964A8"/>
    <w:pPr>
      <w:suppressAutoHyphens/>
    </w:pPr>
    <w:rPr>
      <w:rFonts w:ascii="Calibri" w:hAnsi="Calibri" w:cs="Calibri"/>
      <w:lang w:eastAsia="ar-SA"/>
    </w:rPr>
  </w:style>
  <w:style w:type="paragraph" w:customStyle="1" w:styleId="CharChar">
    <w:name w:val="Char Char"/>
    <w:basedOn w:val="Normal"/>
    <w:link w:val="DefaultParagraphFont"/>
    <w:uiPriority w:val="99"/>
    <w:rsid w:val="003964A8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6E71E455DCBF98F5C8D5A6938D19EC060857AC452BF42127497871ADAV4V6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</Pages>
  <Words>728</Words>
  <Characters>4150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Leninsky</cp:lastModifiedBy>
  <cp:revision>3</cp:revision>
  <dcterms:created xsi:type="dcterms:W3CDTF">2018-11-27T12:16:00Z</dcterms:created>
  <dcterms:modified xsi:type="dcterms:W3CDTF">2018-11-28T13:24:00Z</dcterms:modified>
</cp:coreProperties>
</file>