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24D" w:rsidRDefault="001E224D" w:rsidP="00145E5B">
      <w:pPr>
        <w:spacing w:after="240"/>
        <w:rPr>
          <w:b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bCs/>
          <w:sz w:val="28"/>
          <w:szCs w:val="28"/>
          <w:lang w:eastAsia="en-US"/>
        </w:rPr>
        <w:t>ИЗВЕЩЕНИЕ</w:t>
      </w:r>
    </w:p>
    <w:p w:rsidR="001E224D" w:rsidRDefault="001E224D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О проведении независимой экспертизы административного  регламента по</w:t>
      </w:r>
    </w:p>
    <w:p w:rsidR="001E224D" w:rsidRPr="00952D80" w:rsidRDefault="001E224D" w:rsidP="00145E5B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предоставлению  муниципальной услуги   «</w:t>
      </w:r>
      <w:r w:rsidRPr="0075070E">
        <w:rPr>
          <w:sz w:val="28"/>
          <w:szCs w:val="28"/>
        </w:rPr>
        <w:t xml:space="preserve"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Pr="00793489">
        <w:rPr>
          <w:sz w:val="28"/>
          <w:szCs w:val="28"/>
        </w:rPr>
        <w:t xml:space="preserve"> </w:t>
      </w:r>
      <w:r>
        <w:rPr>
          <w:sz w:val="28"/>
          <w:szCs w:val="28"/>
        </w:rPr>
        <w:t>Ленинского  сельсовета  Касторенского  района.</w:t>
      </w:r>
    </w:p>
    <w:p w:rsidR="001E224D" w:rsidRDefault="001E224D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E224D" w:rsidRDefault="001E224D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E224D" w:rsidRDefault="001E224D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Оценка  и заключения независимой экспертизы проекта административного регламента направляются по адресу разработчика проекта: Администрация  Ленинского  сельсовета  Касторенского района.</w:t>
      </w:r>
    </w:p>
    <w:p w:rsidR="001E224D" w:rsidRDefault="001E224D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306700, Курская область, Касторенский  район, п. Ленинский, ул. Нижняя, д. 44.</w:t>
      </w:r>
    </w:p>
    <w:p w:rsidR="001E224D" w:rsidRDefault="001E224D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 w:rsidRPr="006D2EDB">
        <w:rPr>
          <w:b/>
          <w:bCs/>
        </w:rPr>
        <w:t xml:space="preserve"> </w:t>
      </w:r>
      <w:r w:rsidRPr="004B1582">
        <w:rPr>
          <w:b/>
          <w:bCs/>
        </w:rPr>
        <w:t>info@leninskyadm.ru</w:t>
      </w:r>
    </w:p>
    <w:p w:rsidR="001E224D" w:rsidRDefault="001E224D" w:rsidP="00145E5B">
      <w:pPr>
        <w:spacing w:after="240"/>
        <w:rPr>
          <w:sz w:val="28"/>
          <w:szCs w:val="28"/>
        </w:rPr>
      </w:pPr>
    </w:p>
    <w:p w:rsidR="001E224D" w:rsidRDefault="001E224D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Дата опубликования:           25.12.2020 года.</w:t>
      </w:r>
    </w:p>
    <w:p w:rsidR="001E224D" w:rsidRPr="00145E5B" w:rsidRDefault="001E224D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E224D" w:rsidRDefault="001E224D" w:rsidP="00145E5B">
      <w:pPr>
        <w:tabs>
          <w:tab w:val="left" w:pos="709"/>
        </w:tabs>
        <w:suppressAutoHyphens/>
        <w:spacing w:line="100" w:lineRule="atLeast"/>
        <w:rPr>
          <w:color w:val="00000A"/>
          <w:kern w:val="2"/>
          <w:sz w:val="28"/>
          <w:szCs w:val="28"/>
          <w:lang w:eastAsia="ar-SA"/>
        </w:rPr>
      </w:pPr>
    </w:p>
    <w:p w:rsidR="001E224D" w:rsidRDefault="001E224D" w:rsidP="00757C43">
      <w:pPr>
        <w:tabs>
          <w:tab w:val="left" w:pos="709"/>
        </w:tabs>
        <w:suppressAutoHyphens/>
        <w:spacing w:line="100" w:lineRule="atLeast"/>
        <w:jc w:val="both"/>
        <w:rPr>
          <w:color w:val="00000A"/>
          <w:kern w:val="2"/>
          <w:sz w:val="28"/>
          <w:szCs w:val="28"/>
          <w:lang w:eastAsia="ar-SA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       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E224D" w:rsidRPr="00757C43" w:rsidRDefault="001E224D" w:rsidP="00757C43">
      <w:pPr>
        <w:jc w:val="both"/>
        <w:rPr>
          <w:sz w:val="28"/>
          <w:szCs w:val="28"/>
          <w:lang w:eastAsia="en-US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sz w:val="28"/>
          <w:szCs w:val="28"/>
          <w:lang w:eastAsia="en-US"/>
        </w:rPr>
        <w:t>«</w:t>
      </w:r>
      <w:r w:rsidRPr="0075070E">
        <w:rPr>
          <w:sz w:val="28"/>
          <w:szCs w:val="28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  <w:r>
        <w:rPr>
          <w:color w:val="00000A"/>
          <w:kern w:val="2"/>
          <w:sz w:val="28"/>
          <w:szCs w:val="28"/>
          <w:lang w:eastAsia="ar-SA"/>
        </w:rPr>
        <w:t xml:space="preserve">   </w:t>
      </w:r>
      <w:r>
        <w:rPr>
          <w:sz w:val="28"/>
          <w:szCs w:val="28"/>
          <w:lang w:eastAsia="en-US"/>
        </w:rPr>
        <w:t>составляет 30 дней  с даты  размещения  -   до 23/01/2021 года.</w:t>
      </w:r>
    </w:p>
    <w:p w:rsidR="001E224D" w:rsidRDefault="001E224D" w:rsidP="00757C43">
      <w:pPr>
        <w:ind w:left="4820"/>
        <w:jc w:val="both"/>
        <w:rPr>
          <w:b/>
          <w:bCs/>
          <w:sz w:val="28"/>
          <w:szCs w:val="28"/>
        </w:rPr>
      </w:pPr>
    </w:p>
    <w:p w:rsidR="001E224D" w:rsidRDefault="001E224D" w:rsidP="00757C43">
      <w:pPr>
        <w:jc w:val="both"/>
      </w:pPr>
    </w:p>
    <w:sectPr w:rsidR="001E224D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E5B"/>
    <w:rsid w:val="000C5C43"/>
    <w:rsid w:val="001176E5"/>
    <w:rsid w:val="00145E5B"/>
    <w:rsid w:val="001E224D"/>
    <w:rsid w:val="00375A13"/>
    <w:rsid w:val="004B1582"/>
    <w:rsid w:val="004D0808"/>
    <w:rsid w:val="005E2F5D"/>
    <w:rsid w:val="006D2EDB"/>
    <w:rsid w:val="0075070E"/>
    <w:rsid w:val="00757C43"/>
    <w:rsid w:val="00793489"/>
    <w:rsid w:val="007C3D8F"/>
    <w:rsid w:val="0082073D"/>
    <w:rsid w:val="00842A9F"/>
    <w:rsid w:val="00952D80"/>
    <w:rsid w:val="00A85810"/>
    <w:rsid w:val="00D12597"/>
    <w:rsid w:val="00D30C5B"/>
    <w:rsid w:val="00D34725"/>
    <w:rsid w:val="00D7398B"/>
    <w:rsid w:val="00F00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E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60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248</Words>
  <Characters>1418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ИЗВЕЩЕНИЕ</dc:title>
  <dc:subject/>
  <dc:creator>User</dc:creator>
  <cp:keywords/>
  <dc:description/>
  <cp:lastModifiedBy>Leninsky</cp:lastModifiedBy>
  <cp:revision>2</cp:revision>
  <dcterms:created xsi:type="dcterms:W3CDTF">2020-12-26T07:15:00Z</dcterms:created>
  <dcterms:modified xsi:type="dcterms:W3CDTF">2020-12-26T07:15:00Z</dcterms:modified>
</cp:coreProperties>
</file>