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B4" w:rsidRDefault="003775B4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3775B4" w:rsidRDefault="003775B4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3775B4" w:rsidRPr="00982FF6" w:rsidRDefault="003775B4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>услуги   «</w:t>
      </w:r>
      <w:r w:rsidRPr="00982FF6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Ленинского  сельсовета  Касторенского  района.</w:t>
      </w:r>
    </w:p>
    <w:p w:rsidR="003775B4" w:rsidRDefault="003775B4" w:rsidP="00982F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3775B4" w:rsidRDefault="003775B4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3775B4" w:rsidRDefault="003775B4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Ленинского  сельсовета  Касторенского района.</w:t>
      </w:r>
    </w:p>
    <w:p w:rsidR="003775B4" w:rsidRDefault="003775B4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3775B4" w:rsidRDefault="003775B4" w:rsidP="00E635AC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E635AC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3775B4" w:rsidRDefault="003775B4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3775B4" w:rsidRDefault="003775B4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3775B4" w:rsidRDefault="003775B4" w:rsidP="0098226F">
      <w:pPr>
        <w:spacing w:after="240"/>
        <w:ind w:firstLine="360"/>
        <w:rPr>
          <w:color w:val="00000A"/>
          <w:kern w:val="2"/>
          <w:sz w:val="28"/>
          <w:szCs w:val="28"/>
          <w:lang w:eastAsia="ar-SA"/>
        </w:rPr>
      </w:pPr>
    </w:p>
    <w:p w:rsidR="003775B4" w:rsidRDefault="003775B4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3775B4" w:rsidRPr="00982FF6" w:rsidRDefault="003775B4" w:rsidP="00982FF6">
      <w:pPr>
        <w:jc w:val="both"/>
        <w:rPr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sz w:val="28"/>
          <w:szCs w:val="28"/>
          <w:lang w:eastAsia="en-US"/>
        </w:rPr>
        <w:t>«</w:t>
      </w:r>
      <w:r w:rsidRPr="00982FF6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23/01/2021 года.</w:t>
      </w:r>
    </w:p>
    <w:p w:rsidR="003775B4" w:rsidRDefault="003775B4" w:rsidP="00145E5B">
      <w:pPr>
        <w:ind w:left="4820"/>
        <w:jc w:val="center"/>
        <w:rPr>
          <w:b/>
          <w:bCs/>
          <w:sz w:val="28"/>
          <w:szCs w:val="28"/>
        </w:rPr>
      </w:pPr>
    </w:p>
    <w:p w:rsidR="003775B4" w:rsidRDefault="003775B4"/>
    <w:sectPr w:rsidR="003775B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C771B"/>
    <w:rsid w:val="00145E5B"/>
    <w:rsid w:val="001D4F7E"/>
    <w:rsid w:val="00274910"/>
    <w:rsid w:val="003775B4"/>
    <w:rsid w:val="003C63D1"/>
    <w:rsid w:val="004B1582"/>
    <w:rsid w:val="004C65A3"/>
    <w:rsid w:val="004D0808"/>
    <w:rsid w:val="005B4645"/>
    <w:rsid w:val="00793489"/>
    <w:rsid w:val="00842A9F"/>
    <w:rsid w:val="0098226F"/>
    <w:rsid w:val="00982FF6"/>
    <w:rsid w:val="00A12329"/>
    <w:rsid w:val="00D12597"/>
    <w:rsid w:val="00D34725"/>
    <w:rsid w:val="00D77AA4"/>
    <w:rsid w:val="00E6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09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251</Words>
  <Characters>1431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2020-12-26T07:21:00Z</dcterms:created>
  <dcterms:modified xsi:type="dcterms:W3CDTF">2020-12-26T07:21:00Z</dcterms:modified>
</cp:coreProperties>
</file>